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EE44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0C91A3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FF8B51" w14:textId="25B7066B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73E6F" w:rsidRPr="002B074F">
        <w:rPr>
          <w:rFonts w:ascii="Corbel" w:hAnsi="Corbel"/>
          <w:b/>
          <w:smallCaps/>
          <w:sz w:val="24"/>
          <w:szCs w:val="24"/>
        </w:rPr>
        <w:t>2022/2023-202</w:t>
      </w:r>
      <w:r w:rsidR="00F73E6F">
        <w:rPr>
          <w:rFonts w:ascii="Corbel" w:hAnsi="Corbel"/>
          <w:b/>
          <w:smallCaps/>
          <w:sz w:val="24"/>
          <w:szCs w:val="24"/>
        </w:rPr>
        <w:t>3</w:t>
      </w:r>
      <w:r w:rsidR="00F73E6F" w:rsidRPr="002B074F">
        <w:rPr>
          <w:rFonts w:ascii="Corbel" w:hAnsi="Corbel"/>
          <w:b/>
          <w:smallCaps/>
          <w:sz w:val="24"/>
          <w:szCs w:val="24"/>
        </w:rPr>
        <w:t>/202</w:t>
      </w:r>
      <w:r w:rsidR="00F73E6F">
        <w:rPr>
          <w:rFonts w:ascii="Corbel" w:hAnsi="Corbel"/>
          <w:b/>
          <w:smallCaps/>
          <w:sz w:val="24"/>
          <w:szCs w:val="24"/>
        </w:rPr>
        <w:t>4</w:t>
      </w:r>
      <w:r w:rsidR="00F73E6F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F908C5F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7661292" w14:textId="5D06FFD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D4CF9">
        <w:rPr>
          <w:rFonts w:ascii="Corbel" w:hAnsi="Corbel"/>
          <w:sz w:val="20"/>
          <w:szCs w:val="20"/>
        </w:rPr>
        <w:t>2022/2023</w:t>
      </w:r>
    </w:p>
    <w:p w14:paraId="31E340C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638248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3AD8BD7" w14:textId="77777777" w:rsidTr="00161F2C">
        <w:tc>
          <w:tcPr>
            <w:tcW w:w="2694" w:type="dxa"/>
            <w:vAlign w:val="center"/>
          </w:tcPr>
          <w:p w14:paraId="62DDFE8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7B20FD" w14:textId="3E8037B0" w:rsidR="0085747A" w:rsidRPr="009C54AE" w:rsidRDefault="008F39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39DC">
              <w:rPr>
                <w:rFonts w:ascii="Corbel" w:hAnsi="Corbel"/>
                <w:b w:val="0"/>
                <w:sz w:val="24"/>
                <w:szCs w:val="24"/>
              </w:rPr>
              <w:t>Organizacja usług publicznych w samorządzie terytorialnym</w:t>
            </w:r>
          </w:p>
        </w:tc>
      </w:tr>
      <w:tr w:rsidR="0085747A" w:rsidRPr="009C54AE" w14:paraId="56C69E9C" w14:textId="77777777" w:rsidTr="00161F2C">
        <w:tc>
          <w:tcPr>
            <w:tcW w:w="2694" w:type="dxa"/>
            <w:vAlign w:val="center"/>
          </w:tcPr>
          <w:p w14:paraId="33DA696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D09A9DE" w14:textId="0F8B944C" w:rsidR="0085747A" w:rsidRPr="009C54AE" w:rsidRDefault="003826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2650">
              <w:rPr>
                <w:rFonts w:ascii="Corbel" w:hAnsi="Corbel"/>
                <w:b w:val="0"/>
                <w:sz w:val="24"/>
                <w:szCs w:val="24"/>
              </w:rPr>
              <w:t>A2SO15</w:t>
            </w:r>
          </w:p>
        </w:tc>
      </w:tr>
      <w:tr w:rsidR="002D4C59" w:rsidRPr="009C54AE" w14:paraId="04B7DE72" w14:textId="77777777" w:rsidTr="00161F2C">
        <w:tc>
          <w:tcPr>
            <w:tcW w:w="2694" w:type="dxa"/>
            <w:vAlign w:val="center"/>
          </w:tcPr>
          <w:p w14:paraId="1CBFB545" w14:textId="77777777" w:rsidR="002D4C59" w:rsidRPr="009C54AE" w:rsidRDefault="002D4C59" w:rsidP="002D4C5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199CF71" w14:textId="4870F873" w:rsidR="002D4C59" w:rsidRPr="009C54AE" w:rsidRDefault="002D4C59" w:rsidP="002D4C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4504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Pr="00CB4504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Prawnych</w:t>
            </w:r>
          </w:p>
        </w:tc>
      </w:tr>
      <w:tr w:rsidR="002D4C59" w:rsidRPr="009C54AE" w14:paraId="690D3582" w14:textId="77777777" w:rsidTr="00161F2C">
        <w:tc>
          <w:tcPr>
            <w:tcW w:w="2694" w:type="dxa"/>
            <w:vAlign w:val="center"/>
          </w:tcPr>
          <w:p w14:paraId="1CDD7E54" w14:textId="77777777" w:rsidR="002D4C59" w:rsidRPr="009C54AE" w:rsidRDefault="002D4C59" w:rsidP="002D4C5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844235A" w14:textId="1CA4D26F" w:rsidR="002D4C59" w:rsidRPr="009C54AE" w:rsidRDefault="002D4C59" w:rsidP="002D4C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Nauki Administracji</w:t>
            </w:r>
          </w:p>
        </w:tc>
      </w:tr>
      <w:tr w:rsidR="0085747A" w:rsidRPr="009C54AE" w14:paraId="6EDF4A49" w14:textId="77777777" w:rsidTr="00161F2C">
        <w:tc>
          <w:tcPr>
            <w:tcW w:w="2694" w:type="dxa"/>
            <w:vAlign w:val="center"/>
          </w:tcPr>
          <w:p w14:paraId="3ACA9D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0B4EEB" w14:textId="56737B2C" w:rsidR="0085747A" w:rsidRPr="009C54AE" w:rsidRDefault="00CE2D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299D8164" w14:textId="77777777" w:rsidTr="00161F2C">
        <w:tc>
          <w:tcPr>
            <w:tcW w:w="2694" w:type="dxa"/>
            <w:vAlign w:val="center"/>
          </w:tcPr>
          <w:p w14:paraId="0731C63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B8DCA7B" w14:textId="3BF75102" w:rsidR="0085747A" w:rsidRPr="009C54AE" w:rsidRDefault="00F87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B448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154440E7" w14:textId="77777777" w:rsidTr="00161F2C">
        <w:tc>
          <w:tcPr>
            <w:tcW w:w="2694" w:type="dxa"/>
            <w:vAlign w:val="center"/>
          </w:tcPr>
          <w:p w14:paraId="1A798F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7D481C" w14:textId="4F12FC8B" w:rsidR="0085747A" w:rsidRPr="009C54AE" w:rsidRDefault="009C0F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F877A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42E37A9C" w14:textId="77777777" w:rsidTr="00161F2C">
        <w:tc>
          <w:tcPr>
            <w:tcW w:w="2694" w:type="dxa"/>
            <w:vAlign w:val="center"/>
          </w:tcPr>
          <w:p w14:paraId="767A92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53BF6C" w14:textId="37A81628" w:rsidR="0085747A" w:rsidRPr="009C54AE" w:rsidRDefault="009C0F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877AB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9C54AE" w14:paraId="488AF74F" w14:textId="77777777" w:rsidTr="00161F2C">
        <w:tc>
          <w:tcPr>
            <w:tcW w:w="2694" w:type="dxa"/>
            <w:vAlign w:val="center"/>
          </w:tcPr>
          <w:p w14:paraId="2BE38D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B7AD94" w14:textId="15B145F8" w:rsidR="0085747A" w:rsidRPr="009C54AE" w:rsidRDefault="00656B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23B4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rok/ </w:t>
            </w:r>
            <w:r w:rsidR="006C0AFD">
              <w:rPr>
                <w:rFonts w:ascii="Corbel" w:hAnsi="Corbel"/>
                <w:b w:val="0"/>
                <w:sz w:val="24"/>
                <w:szCs w:val="24"/>
              </w:rPr>
              <w:t>2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0B70A412" w14:textId="77777777" w:rsidTr="00161F2C">
        <w:tc>
          <w:tcPr>
            <w:tcW w:w="2694" w:type="dxa"/>
            <w:vAlign w:val="center"/>
          </w:tcPr>
          <w:p w14:paraId="163E64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ADAA71" w14:textId="02CD7E6B" w:rsidR="0085747A" w:rsidRPr="009C54AE" w:rsidRDefault="005C76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  <w:r w:rsidR="00523B4C">
              <w:rPr>
                <w:rFonts w:ascii="Corbel" w:hAnsi="Corbel"/>
                <w:b w:val="0"/>
                <w:sz w:val="24"/>
                <w:szCs w:val="24"/>
              </w:rPr>
              <w:t>-specjalizaycjny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(</w:t>
            </w:r>
            <w:r w:rsidR="006D56A9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  <w:r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</w:tr>
      <w:tr w:rsidR="00923D7D" w:rsidRPr="009C54AE" w14:paraId="683DC039" w14:textId="77777777" w:rsidTr="00161F2C">
        <w:tc>
          <w:tcPr>
            <w:tcW w:w="2694" w:type="dxa"/>
            <w:vAlign w:val="center"/>
          </w:tcPr>
          <w:p w14:paraId="7B52F31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45C906" w14:textId="5C307BD0" w:rsidR="00923D7D" w:rsidRPr="009C54AE" w:rsidRDefault="009C0F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7657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161F2C" w:rsidRPr="009C54AE" w14:paraId="6D58EFB8" w14:textId="77777777" w:rsidTr="00161F2C">
        <w:tc>
          <w:tcPr>
            <w:tcW w:w="2694" w:type="dxa"/>
            <w:vAlign w:val="center"/>
          </w:tcPr>
          <w:p w14:paraId="24042AC4" w14:textId="77777777" w:rsidR="00161F2C" w:rsidRPr="009C54AE" w:rsidRDefault="00161F2C" w:rsidP="00161F2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EE975CC" w14:textId="619962D2" w:rsidR="00161F2C" w:rsidRPr="009C54AE" w:rsidRDefault="00D33FEE" w:rsidP="00161F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33FEE">
              <w:rPr>
                <w:rFonts w:ascii="Corbel" w:hAnsi="Corbel"/>
                <w:b w:val="0"/>
                <w:sz w:val="24"/>
                <w:szCs w:val="24"/>
              </w:rPr>
              <w:t>dr hab. Agata Barczewska – Dziobek, prof. UR</w:t>
            </w:r>
            <w:r w:rsidRPr="00D33FEE">
              <w:rPr>
                <w:rFonts w:ascii="Corbel" w:hAnsi="Corbel"/>
                <w:b w:val="0"/>
                <w:sz w:val="24"/>
                <w:szCs w:val="24"/>
              </w:rPr>
              <w:tab/>
            </w:r>
            <w:r w:rsidRPr="00D33FEE">
              <w:rPr>
                <w:rFonts w:ascii="Corbel" w:hAnsi="Corbel"/>
                <w:b w:val="0"/>
                <w:sz w:val="24"/>
                <w:szCs w:val="24"/>
              </w:rPr>
              <w:tab/>
            </w:r>
            <w:r w:rsidRPr="00D33FEE">
              <w:rPr>
                <w:rFonts w:ascii="Corbel" w:hAnsi="Corbel"/>
                <w:b w:val="0"/>
                <w:sz w:val="24"/>
                <w:szCs w:val="24"/>
              </w:rPr>
              <w:tab/>
            </w:r>
          </w:p>
        </w:tc>
      </w:tr>
      <w:tr w:rsidR="00161F2C" w:rsidRPr="009C54AE" w14:paraId="1C5B2BB9" w14:textId="77777777" w:rsidTr="00161F2C">
        <w:tc>
          <w:tcPr>
            <w:tcW w:w="2694" w:type="dxa"/>
            <w:vAlign w:val="center"/>
          </w:tcPr>
          <w:p w14:paraId="07F1532B" w14:textId="77777777" w:rsidR="00161F2C" w:rsidRPr="009C54AE" w:rsidRDefault="00161F2C" w:rsidP="00161F2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104CB2" w14:textId="1D3C32CC" w:rsidR="00161F2C" w:rsidRPr="009C54AE" w:rsidRDefault="00D33FEE" w:rsidP="00161F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33FEE">
              <w:rPr>
                <w:rFonts w:ascii="Corbel" w:hAnsi="Corbel"/>
                <w:b w:val="0"/>
                <w:sz w:val="24"/>
                <w:szCs w:val="24"/>
              </w:rPr>
              <w:t>mgr Agata Fiołek</w:t>
            </w:r>
            <w:r w:rsidRPr="00D33FEE">
              <w:rPr>
                <w:rFonts w:ascii="Corbel" w:hAnsi="Corbel"/>
                <w:b w:val="0"/>
                <w:sz w:val="24"/>
                <w:szCs w:val="24"/>
              </w:rPr>
              <w:tab/>
            </w:r>
            <w:r w:rsidRPr="00D33FEE">
              <w:rPr>
                <w:rFonts w:ascii="Corbel" w:hAnsi="Corbel"/>
                <w:b w:val="0"/>
                <w:sz w:val="24"/>
                <w:szCs w:val="24"/>
              </w:rPr>
              <w:tab/>
            </w:r>
          </w:p>
        </w:tc>
      </w:tr>
    </w:tbl>
    <w:p w14:paraId="70A910A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0EFC1B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8E7391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984DB6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4A2688C" w14:textId="77777777" w:rsidTr="00B2201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C7E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BF89D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7E6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3B8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104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8A8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804F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351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480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324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BD2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E0797BC" w14:textId="77777777" w:rsidTr="00B2201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1A28B" w14:textId="44D703EF" w:rsidR="00015B8F" w:rsidRPr="009C54AE" w:rsidRDefault="00161F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5869C" w14:textId="738248A5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FFE4" w14:textId="3D54C3C4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A92E9" w14:textId="6267E0C0" w:rsidR="00015B8F" w:rsidRPr="009C54AE" w:rsidRDefault="002533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2E09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FDD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51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3F5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E5D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B6D28" w14:textId="052D353E" w:rsidR="00015B8F" w:rsidRPr="009C54AE" w:rsidRDefault="00AA6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D3F782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F111F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94AE12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8ABBC3A" w14:textId="77777777" w:rsidR="0085747A" w:rsidRPr="00D33FE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33FE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33FE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F60E60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36620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EDDCB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83EF8AB" w14:textId="1383C62F" w:rsidR="00071105" w:rsidRPr="00CB4504" w:rsidRDefault="00AA6A2A" w:rsidP="00071105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Konwersatorium</w:t>
      </w:r>
      <w:r w:rsidR="00C2018D">
        <w:rPr>
          <w:rFonts w:ascii="Corbel" w:hAnsi="Corbel"/>
          <w:b w:val="0"/>
          <w:szCs w:val="24"/>
        </w:rPr>
        <w:t>: zaliczenie z oceną</w:t>
      </w:r>
    </w:p>
    <w:p w14:paraId="2492EEB0" w14:textId="77777777" w:rsidR="00071105" w:rsidRDefault="0007110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65727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E4D1D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94D81E" w14:textId="77777777" w:rsidTr="00745302">
        <w:tc>
          <w:tcPr>
            <w:tcW w:w="9670" w:type="dxa"/>
          </w:tcPr>
          <w:p w14:paraId="2F1227FD" w14:textId="14E14067" w:rsidR="0085747A" w:rsidRPr="009C54AE" w:rsidRDefault="006F2AF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 w:rsidR="00300D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ogólną </w:t>
            </w: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dotycząca funkcjonowania administracji publicznej</w:t>
            </w:r>
            <w:r w:rsidR="00300D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jej struktur i zadań</w:t>
            </w:r>
            <w:r w:rsidR="00AE46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733F47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36D6A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5D5483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3F47E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0B578E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D4C59" w:rsidRPr="009C54AE" w14:paraId="66B61722" w14:textId="77777777" w:rsidTr="002D4C59">
        <w:tc>
          <w:tcPr>
            <w:tcW w:w="845" w:type="dxa"/>
            <w:vAlign w:val="center"/>
          </w:tcPr>
          <w:p w14:paraId="0CEBFA8E" w14:textId="77777777" w:rsidR="002D4C59" w:rsidRPr="009C54AE" w:rsidRDefault="002D4C59" w:rsidP="00EA47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3590DA1" w14:textId="40AE5326" w:rsidR="002D4C59" w:rsidRPr="0046136A" w:rsidRDefault="002D4C59" w:rsidP="00EA47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4223D">
              <w:rPr>
                <w:rFonts w:ascii="Corbel" w:hAnsi="Corbel"/>
                <w:b w:val="0"/>
                <w:sz w:val="24"/>
                <w:szCs w:val="24"/>
              </w:rPr>
              <w:t>Celem przedmiotu jest zapoznanie studenta z podstawow</w:t>
            </w:r>
            <w:r>
              <w:rPr>
                <w:rFonts w:ascii="Corbel" w:hAnsi="Corbel"/>
                <w:b w:val="0"/>
                <w:sz w:val="24"/>
                <w:szCs w:val="24"/>
              </w:rPr>
              <w:t>ymi obszarami</w:t>
            </w:r>
            <w:r w:rsidRPr="00F4223D">
              <w:rPr>
                <w:rFonts w:ascii="Corbel" w:hAnsi="Corbel"/>
                <w:b w:val="0"/>
                <w:sz w:val="24"/>
                <w:szCs w:val="24"/>
              </w:rPr>
              <w:br/>
              <w:t xml:space="preserve">i instrumentami </w:t>
            </w:r>
            <w:r>
              <w:rPr>
                <w:rFonts w:ascii="Corbel" w:hAnsi="Corbel"/>
                <w:b w:val="0"/>
                <w:sz w:val="24"/>
                <w:szCs w:val="24"/>
              </w:rPr>
              <w:t>w zakresie wykonywania usług publicznych w samorządzie terytorialnym.</w:t>
            </w:r>
          </w:p>
        </w:tc>
      </w:tr>
      <w:tr w:rsidR="002D4C59" w:rsidRPr="009C54AE" w14:paraId="1E490D16" w14:textId="77777777" w:rsidTr="002D4C59">
        <w:tc>
          <w:tcPr>
            <w:tcW w:w="845" w:type="dxa"/>
            <w:vAlign w:val="center"/>
          </w:tcPr>
          <w:p w14:paraId="72A27101" w14:textId="0E385C88" w:rsidR="002D4C59" w:rsidRPr="009C54AE" w:rsidRDefault="002D4C59" w:rsidP="00EA477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EA57AF3" w14:textId="2B2134D2" w:rsidR="002D4C59" w:rsidRPr="0046136A" w:rsidRDefault="002D4C59" w:rsidP="00EA47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4223D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Celem przedmiotu jest również zdobycie przez studenta umiejętności i poznanie</w:t>
            </w: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mechanizmów w obszarze realizacji usług publicznych w samorządzie terytorialnym.</w:t>
            </w:r>
          </w:p>
        </w:tc>
      </w:tr>
    </w:tbl>
    <w:p w14:paraId="339B0B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1DEC8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D090BC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28B0B119" w14:textId="77777777" w:rsidTr="00B43051">
        <w:tc>
          <w:tcPr>
            <w:tcW w:w="1679" w:type="dxa"/>
            <w:vAlign w:val="center"/>
          </w:tcPr>
          <w:p w14:paraId="1F16C03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46D8EAC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AB3A43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649B" w:rsidRPr="009C54AE" w14:paraId="276813DA" w14:textId="77777777" w:rsidTr="00B43051">
        <w:tc>
          <w:tcPr>
            <w:tcW w:w="1679" w:type="dxa"/>
          </w:tcPr>
          <w:p w14:paraId="308BDDE1" w14:textId="77777777" w:rsidR="00A0649B" w:rsidRDefault="00A0649B" w:rsidP="00A064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5774F953" w14:textId="77777777" w:rsidR="00A0649B" w:rsidRPr="009C54AE" w:rsidRDefault="00A0649B" w:rsidP="00A0649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6" w:type="dxa"/>
            <w:vAlign w:val="center"/>
          </w:tcPr>
          <w:p w14:paraId="03029FC1" w14:textId="77777777" w:rsidR="00C70C0C" w:rsidRPr="00C70C0C" w:rsidRDefault="00C70C0C" w:rsidP="00C70C0C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0C0C">
              <w:rPr>
                <w:rFonts w:ascii="Corbel" w:hAnsi="Corbel"/>
                <w:b w:val="0"/>
                <w:smallCaps w:val="0"/>
                <w:szCs w:val="24"/>
              </w:rPr>
              <w:t>Posiada zaawansowaną wiedzę ogólną w obszarze nauk społecznych z zakresu prawa i administracji oraz uporządkowaną i podbudowaną teoretycznie wiedzę obejmującą kluczowe zagadnienia, ekonomiczne,</w:t>
            </w:r>
          </w:p>
          <w:p w14:paraId="3D8DDAB7" w14:textId="16B7704E" w:rsidR="00A0649B" w:rsidRPr="009C54AE" w:rsidRDefault="00C70C0C" w:rsidP="00C70C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0C0C">
              <w:rPr>
                <w:rFonts w:ascii="Corbel" w:hAnsi="Corbel"/>
                <w:b w:val="0"/>
                <w:smallCaps w:val="0"/>
                <w:szCs w:val="24"/>
              </w:rPr>
              <w:t>polityczne oraz socjologiczne;</w:t>
            </w:r>
          </w:p>
        </w:tc>
        <w:tc>
          <w:tcPr>
            <w:tcW w:w="1865" w:type="dxa"/>
            <w:vAlign w:val="center"/>
          </w:tcPr>
          <w:p w14:paraId="060C7819" w14:textId="5B7C2AF3" w:rsidR="00A0649B" w:rsidRPr="009C54AE" w:rsidRDefault="00C70C0C" w:rsidP="00F036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0C0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A0649B" w:rsidRPr="009C54AE" w14:paraId="3AD2EE9A" w14:textId="77777777" w:rsidTr="00B43051">
        <w:tc>
          <w:tcPr>
            <w:tcW w:w="1679" w:type="dxa"/>
          </w:tcPr>
          <w:p w14:paraId="5FCCC833" w14:textId="00CBCDB2" w:rsidR="00A0649B" w:rsidRPr="009C54AE" w:rsidRDefault="00A0649B" w:rsidP="00A0649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81D8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6" w:type="dxa"/>
            <w:vAlign w:val="center"/>
          </w:tcPr>
          <w:p w14:paraId="373F74FA" w14:textId="77777777" w:rsidR="00B43051" w:rsidRPr="00B43051" w:rsidRDefault="00B43051" w:rsidP="00B4305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43051">
              <w:rPr>
                <w:rFonts w:ascii="Corbel" w:hAnsi="Corbel"/>
                <w:b w:val="0"/>
                <w:smallCaps w:val="0"/>
                <w:szCs w:val="24"/>
              </w:rPr>
              <w:t>Wykazuje się szczegółową wiedzą na temat struktur, instytucji i zasad działania organów administracji publicznej (krajowych, międzynarodowych i unijnych) i podmiotów administrujących, ich genezy i ewolucji oraz</w:t>
            </w:r>
          </w:p>
          <w:p w14:paraId="4E2927CA" w14:textId="18775F15" w:rsidR="00A0649B" w:rsidRPr="009C54AE" w:rsidRDefault="00B43051" w:rsidP="00B430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43051">
              <w:rPr>
                <w:rFonts w:ascii="Corbel" w:hAnsi="Corbel"/>
                <w:b w:val="0"/>
                <w:smallCaps w:val="0"/>
                <w:szCs w:val="24"/>
              </w:rPr>
              <w:t>wykonywanych przez nie zadań;</w:t>
            </w:r>
          </w:p>
        </w:tc>
        <w:tc>
          <w:tcPr>
            <w:tcW w:w="1865" w:type="dxa"/>
            <w:vAlign w:val="center"/>
          </w:tcPr>
          <w:p w14:paraId="1BE8535E" w14:textId="43B91669" w:rsidR="00A0649B" w:rsidRPr="009C54AE" w:rsidRDefault="00B43051" w:rsidP="00F036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43051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B016C6" w:rsidRPr="009C54AE" w14:paraId="2E1AABC3" w14:textId="77777777" w:rsidTr="00B43051">
        <w:tc>
          <w:tcPr>
            <w:tcW w:w="1679" w:type="dxa"/>
          </w:tcPr>
          <w:p w14:paraId="4E2ED729" w14:textId="423B8029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17822C54" w14:textId="77777777" w:rsidR="00B016C6" w:rsidRPr="00C049B2" w:rsidRDefault="00B016C6" w:rsidP="00B016C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49B2">
              <w:rPr>
                <w:rFonts w:ascii="Corbel" w:hAnsi="Corbel"/>
                <w:b w:val="0"/>
                <w:smallCaps w:val="0"/>
                <w:szCs w:val="24"/>
              </w:rPr>
              <w:t>Posiada rozszerzoną wiedzę o roli człowieka, jego cechach i aktywności w sferze administracji oraz jako twórcy kultury i podmiotu konstytuującego struktury społeczne i</w:t>
            </w:r>
          </w:p>
          <w:p w14:paraId="760112B0" w14:textId="77EB4025" w:rsidR="00B016C6" w:rsidRPr="00F81D8A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49B2">
              <w:rPr>
                <w:rFonts w:ascii="Corbel" w:hAnsi="Corbel"/>
                <w:b w:val="0"/>
                <w:smallCaps w:val="0"/>
                <w:szCs w:val="24"/>
              </w:rPr>
              <w:t>zasady ich funkcjonowania;</w:t>
            </w:r>
          </w:p>
        </w:tc>
        <w:tc>
          <w:tcPr>
            <w:tcW w:w="1865" w:type="dxa"/>
          </w:tcPr>
          <w:p w14:paraId="6A5C30D4" w14:textId="77777777" w:rsidR="00B016C6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7E6BD96A" w14:textId="77777777" w:rsidR="00B016C6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236DF21" w14:textId="72526CE4" w:rsidR="00B016C6" w:rsidRPr="00F26BE3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016C6" w:rsidRPr="009C54AE" w14:paraId="3CB0D8AC" w14:textId="77777777" w:rsidTr="00B43051">
        <w:tc>
          <w:tcPr>
            <w:tcW w:w="1679" w:type="dxa"/>
          </w:tcPr>
          <w:p w14:paraId="4A58F7D7" w14:textId="7FB08CD1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6" w:type="dxa"/>
          </w:tcPr>
          <w:p w14:paraId="5228E046" w14:textId="4D01DF48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4966">
              <w:rPr>
                <w:rFonts w:ascii="Corbel" w:hAnsi="Corbel"/>
                <w:b w:val="0"/>
                <w:smallCaps w:val="0"/>
                <w:szCs w:val="24"/>
              </w:rPr>
              <w:t>Potrafi prawidłowo identyfikować i interpretować zjawiska prawne i inne zachodzące w administracji oraz ich wzajemne relacje z wykorzystaniem wiedzy w zakresie nauk administracyjnych;</w:t>
            </w:r>
          </w:p>
        </w:tc>
        <w:tc>
          <w:tcPr>
            <w:tcW w:w="1865" w:type="dxa"/>
          </w:tcPr>
          <w:p w14:paraId="0530D039" w14:textId="65F4C564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51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B016C6" w:rsidRPr="009C54AE" w14:paraId="07709059" w14:textId="77777777" w:rsidTr="00B43051">
        <w:tc>
          <w:tcPr>
            <w:tcW w:w="1679" w:type="dxa"/>
          </w:tcPr>
          <w:p w14:paraId="3063A1A7" w14:textId="33172BA8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6" w:type="dxa"/>
          </w:tcPr>
          <w:p w14:paraId="793D5EB4" w14:textId="2ED6C590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52CB">
              <w:rPr>
                <w:rFonts w:ascii="Corbel" w:hAnsi="Corbel"/>
                <w:b w:val="0"/>
                <w:smallCaps w:val="0"/>
                <w:szCs w:val="24"/>
              </w:rPr>
              <w:t>Posiada umiejętność wyjaśniania przyczyn i przebiegu procesów i zjawisk społecznych związanych z administracją rozumiejąc jej role w organizacji państwa i współczesnego społeczeństwa, formułować własne opinie na ten temat oraz stawiać hipotezy badawcze i je weryfikować;</w:t>
            </w:r>
          </w:p>
        </w:tc>
        <w:tc>
          <w:tcPr>
            <w:tcW w:w="1865" w:type="dxa"/>
          </w:tcPr>
          <w:p w14:paraId="426713D4" w14:textId="635F75BC" w:rsidR="00B016C6" w:rsidRPr="00B43051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4966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B016C6" w:rsidRPr="009C54AE" w14:paraId="084A4319" w14:textId="77777777" w:rsidTr="00B43051">
        <w:trPr>
          <w:trHeight w:val="1499"/>
        </w:trPr>
        <w:tc>
          <w:tcPr>
            <w:tcW w:w="1679" w:type="dxa"/>
          </w:tcPr>
          <w:p w14:paraId="6F8FCB62" w14:textId="1AF29E15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6" w:type="dxa"/>
          </w:tcPr>
          <w:p w14:paraId="7A7A570C" w14:textId="372D378D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4E0B">
              <w:rPr>
                <w:rFonts w:ascii="Corbel" w:hAnsi="Corbel"/>
                <w:b w:val="0"/>
                <w:smallCaps w:val="0"/>
                <w:szCs w:val="24"/>
              </w:rPr>
              <w:t>Potrafi właściwie dobierać źródła oraz informacje, pozyskiwać dane dla analizowania procesów i zjawisk a także prawidłowo posługiwać się wiedzą z zakresu nauk o prawie i administracji oraz podstawową wiedzą interdyscyplinarną do przygotowania rozwiązań problemów;</w:t>
            </w:r>
          </w:p>
        </w:tc>
        <w:tc>
          <w:tcPr>
            <w:tcW w:w="1865" w:type="dxa"/>
          </w:tcPr>
          <w:p w14:paraId="426A6FA7" w14:textId="08F95089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B016C6" w:rsidRPr="009C54AE" w14:paraId="1F065476" w14:textId="77777777" w:rsidTr="00B43051">
        <w:tc>
          <w:tcPr>
            <w:tcW w:w="1679" w:type="dxa"/>
          </w:tcPr>
          <w:p w14:paraId="21783D92" w14:textId="38E59528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5976" w:type="dxa"/>
          </w:tcPr>
          <w:p w14:paraId="2D847103" w14:textId="77777777" w:rsidR="00B016C6" w:rsidRPr="00E207C2" w:rsidRDefault="00B016C6" w:rsidP="00B016C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07C2">
              <w:rPr>
                <w:rFonts w:ascii="Corbel" w:hAnsi="Corbel"/>
                <w:b w:val="0"/>
                <w:smallCaps w:val="0"/>
                <w:szCs w:val="24"/>
              </w:rPr>
              <w:t>Posiada umiejętność prowadzenia debaty, przygotowania prac pisemnych, prezentacji multimedialnych, oraz ustnych wystąpień w języku polskim w zakresie dziedzin i  dyscyplin naukowych wykładanych w ramach kierunku Administracja dotyczących zagadnień szczegółowych, z wykorzystaniem poglądów doktryny, źródeł prawa oraz orzecznictwa sądowego i administracyjnego, a także</w:t>
            </w:r>
          </w:p>
          <w:p w14:paraId="1CDEC935" w14:textId="4CF058E1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07C2">
              <w:rPr>
                <w:rFonts w:ascii="Corbel" w:hAnsi="Corbel"/>
                <w:b w:val="0"/>
                <w:smallCaps w:val="0"/>
                <w:szCs w:val="24"/>
              </w:rPr>
              <w:t>danych statystycznych;</w:t>
            </w:r>
          </w:p>
        </w:tc>
        <w:tc>
          <w:tcPr>
            <w:tcW w:w="1865" w:type="dxa"/>
          </w:tcPr>
          <w:p w14:paraId="29D9AE74" w14:textId="4E060FF6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B016C6" w:rsidRPr="009C54AE" w14:paraId="6BFB0680" w14:textId="77777777" w:rsidTr="00B43051">
        <w:tc>
          <w:tcPr>
            <w:tcW w:w="1679" w:type="dxa"/>
          </w:tcPr>
          <w:p w14:paraId="2F3D5200" w14:textId="11A5B5F0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5976" w:type="dxa"/>
          </w:tcPr>
          <w:p w14:paraId="1860FF6F" w14:textId="77777777" w:rsidR="00B016C6" w:rsidRPr="000D4F4E" w:rsidRDefault="00B016C6" w:rsidP="00B016C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4F4E">
              <w:rPr>
                <w:rFonts w:ascii="Corbel" w:hAnsi="Corbel"/>
                <w:b w:val="0"/>
                <w:smallCaps w:val="0"/>
                <w:szCs w:val="24"/>
              </w:rPr>
              <w:t>Jest gotowy samodzielnie i krytycznie uzupełniać wiedzę,</w:t>
            </w:r>
          </w:p>
          <w:p w14:paraId="5E7F92D4" w14:textId="5C33F32E" w:rsidR="00B016C6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4F4E">
              <w:rPr>
                <w:rFonts w:ascii="Corbel" w:hAnsi="Corbel"/>
                <w:b w:val="0"/>
                <w:smallCaps w:val="0"/>
                <w:szCs w:val="24"/>
              </w:rPr>
              <w:t>w tym również na gruncie interdyscyplinarnym.</w:t>
            </w:r>
          </w:p>
        </w:tc>
        <w:tc>
          <w:tcPr>
            <w:tcW w:w="1865" w:type="dxa"/>
          </w:tcPr>
          <w:p w14:paraId="5F30BE22" w14:textId="1B628B4B" w:rsidR="00B016C6" w:rsidRPr="00F26BE3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016C6" w:rsidRPr="009C54AE" w14:paraId="62B5EFA5" w14:textId="77777777" w:rsidTr="00B43051">
        <w:tc>
          <w:tcPr>
            <w:tcW w:w="1679" w:type="dxa"/>
          </w:tcPr>
          <w:p w14:paraId="58FBBF12" w14:textId="750AE50D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5976" w:type="dxa"/>
          </w:tcPr>
          <w:p w14:paraId="4CDDF1B3" w14:textId="6DE20B77" w:rsidR="00B016C6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3E9">
              <w:rPr>
                <w:rFonts w:ascii="Corbel" w:hAnsi="Corbel"/>
                <w:b w:val="0"/>
                <w:smallCaps w:val="0"/>
                <w:szCs w:val="24"/>
              </w:rPr>
              <w:t>Uczestniczy w przygotowaniu projektów, z uwzględnieniem wiedzy i umiejętności zdobytych w trakcie studiów oraz jest gotowy działać na rzecz społeczeństwa, w tym w instytucjach publicznych i niepublicznych;</w:t>
            </w:r>
          </w:p>
        </w:tc>
        <w:tc>
          <w:tcPr>
            <w:tcW w:w="1865" w:type="dxa"/>
          </w:tcPr>
          <w:p w14:paraId="798E49E6" w14:textId="567FD9B3" w:rsidR="00B016C6" w:rsidRPr="00F26BE3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B016C6" w:rsidRPr="009C54AE" w14:paraId="5F832EB8" w14:textId="77777777" w:rsidTr="00B43051">
        <w:tc>
          <w:tcPr>
            <w:tcW w:w="1679" w:type="dxa"/>
          </w:tcPr>
          <w:p w14:paraId="36A3AA4F" w14:textId="6D87D547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5976" w:type="dxa"/>
          </w:tcPr>
          <w:p w14:paraId="77A6F683" w14:textId="77777777" w:rsidR="00B016C6" w:rsidRPr="00AA20BA" w:rsidRDefault="00B016C6" w:rsidP="00B016C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20BA">
              <w:rPr>
                <w:rFonts w:ascii="Corbel" w:hAnsi="Corbel"/>
                <w:b w:val="0"/>
                <w:smallCaps w:val="0"/>
                <w:szCs w:val="24"/>
              </w:rPr>
              <w:t>Potrafi działać w sposób zorganizowany, wykorzystując</w:t>
            </w:r>
          </w:p>
          <w:p w14:paraId="3FC9668D" w14:textId="5B4BEFD5" w:rsidR="00B016C6" w:rsidRPr="004873E9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20BA">
              <w:rPr>
                <w:rFonts w:ascii="Corbel" w:hAnsi="Corbel"/>
                <w:b w:val="0"/>
                <w:smallCaps w:val="0"/>
                <w:szCs w:val="24"/>
              </w:rPr>
              <w:t>wiedzę i umiejętności zdobyte w trakcie studiów;</w:t>
            </w:r>
          </w:p>
        </w:tc>
        <w:tc>
          <w:tcPr>
            <w:tcW w:w="1865" w:type="dxa"/>
          </w:tcPr>
          <w:p w14:paraId="2C6FFE80" w14:textId="7D4ECE3F" w:rsidR="00B016C6" w:rsidRPr="00F26BE3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07C2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B016C6" w:rsidRPr="009C54AE" w14:paraId="6920F2A8" w14:textId="77777777" w:rsidTr="00B43051">
        <w:tc>
          <w:tcPr>
            <w:tcW w:w="1679" w:type="dxa"/>
          </w:tcPr>
          <w:p w14:paraId="3503151B" w14:textId="63E4AEE7" w:rsidR="00B016C6" w:rsidRPr="009C54AE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5976" w:type="dxa"/>
          </w:tcPr>
          <w:p w14:paraId="1C9E9CD9" w14:textId="77777777" w:rsidR="00B016C6" w:rsidRPr="00B016C6" w:rsidRDefault="00B016C6" w:rsidP="00B016C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6C6">
              <w:rPr>
                <w:rFonts w:ascii="Corbel" w:hAnsi="Corbel"/>
                <w:b w:val="0"/>
                <w:smallCaps w:val="0"/>
                <w:szCs w:val="24"/>
              </w:rPr>
              <w:t>Wykazuje odpowiedzialność za własne przygotowanie do</w:t>
            </w:r>
          </w:p>
          <w:p w14:paraId="524D7D6E" w14:textId="0BF3F0AD" w:rsidR="00B016C6" w:rsidRPr="004873E9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6C6">
              <w:rPr>
                <w:rFonts w:ascii="Corbel" w:hAnsi="Corbel"/>
                <w:b w:val="0"/>
                <w:smallCaps w:val="0"/>
                <w:szCs w:val="24"/>
              </w:rPr>
              <w:t>pracy, podejmowane decyzje, działania i ich skutki;</w:t>
            </w:r>
          </w:p>
        </w:tc>
        <w:tc>
          <w:tcPr>
            <w:tcW w:w="1865" w:type="dxa"/>
          </w:tcPr>
          <w:p w14:paraId="01D1CFE3" w14:textId="7F4AC41C" w:rsidR="00B016C6" w:rsidRPr="00F26BE3" w:rsidRDefault="00B016C6" w:rsidP="00B01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07C2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677520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720B7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92ED6E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4F753B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39CE2F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BC3E9A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7D26327" w14:textId="77777777" w:rsidR="0023579F" w:rsidRPr="009C54AE" w:rsidRDefault="0023579F" w:rsidP="0023579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3579F" w:rsidRPr="00F4223D" w14:paraId="3B466619" w14:textId="77777777" w:rsidTr="00B720EA">
        <w:tc>
          <w:tcPr>
            <w:tcW w:w="9520" w:type="dxa"/>
          </w:tcPr>
          <w:p w14:paraId="6AEDAE58" w14:textId="77777777" w:rsidR="0023579F" w:rsidRPr="00F4223D" w:rsidRDefault="0023579F" w:rsidP="00B720E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579F" w:rsidRPr="00F4223D" w14:paraId="021C9747" w14:textId="77777777" w:rsidTr="00B720EA">
        <w:tc>
          <w:tcPr>
            <w:tcW w:w="9520" w:type="dxa"/>
          </w:tcPr>
          <w:p w14:paraId="16C797F0" w14:textId="77777777" w:rsidR="0023579F" w:rsidRPr="00F4223D" w:rsidRDefault="0023579F" w:rsidP="00B720EA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Pojęcie usług publicznych, usług użyteczności publicznej, gospodarki komunalnej. </w:t>
            </w:r>
            <w:r w:rsidRPr="00E002D6">
              <w:rPr>
                <w:rFonts w:ascii="Corbel" w:hAnsi="Corbel"/>
                <w:sz w:val="24"/>
                <w:szCs w:val="24"/>
              </w:rPr>
              <w:t>Rodzaje usług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>
              <w:t xml:space="preserve"> </w:t>
            </w:r>
          </w:p>
        </w:tc>
      </w:tr>
      <w:tr w:rsidR="0023579F" w:rsidRPr="00F4223D" w14:paraId="536135A8" w14:textId="77777777" w:rsidTr="00B720EA">
        <w:tc>
          <w:tcPr>
            <w:tcW w:w="9520" w:type="dxa"/>
          </w:tcPr>
          <w:p w14:paraId="1DE41E0A" w14:textId="6BB9ECCC" w:rsidR="0023579F" w:rsidRPr="00B13EAC" w:rsidRDefault="0023579F" w:rsidP="00B720EA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3EAC">
              <w:rPr>
                <w:rFonts w:ascii="Corbel" w:hAnsi="Corbel"/>
                <w:sz w:val="24"/>
                <w:szCs w:val="24"/>
              </w:rPr>
              <w:t>Podmioty gospodarki komunalnej.</w:t>
            </w:r>
            <w:r>
              <w:t xml:space="preserve"> </w:t>
            </w:r>
            <w:r w:rsidRPr="00B13EAC">
              <w:rPr>
                <w:rFonts w:ascii="Corbel" w:hAnsi="Corbel"/>
                <w:sz w:val="24"/>
                <w:szCs w:val="24"/>
              </w:rPr>
              <w:t>Współpraca jednostek samorządu terytorialnego w zakresie realizacji usług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="000D4CF9">
              <w:rPr>
                <w:rFonts w:ascii="Corbel" w:hAnsi="Corbel"/>
                <w:sz w:val="24"/>
                <w:szCs w:val="24"/>
              </w:rPr>
              <w:t xml:space="preserve"> Zadania własne i zlecone.</w:t>
            </w:r>
          </w:p>
        </w:tc>
      </w:tr>
      <w:tr w:rsidR="0023579F" w:rsidRPr="00F4223D" w14:paraId="66BD007F" w14:textId="77777777" w:rsidTr="00B720EA">
        <w:tc>
          <w:tcPr>
            <w:tcW w:w="9520" w:type="dxa"/>
          </w:tcPr>
          <w:p w14:paraId="53545E93" w14:textId="77777777" w:rsidR="0023579F" w:rsidRPr="008D17B5" w:rsidRDefault="0023579F" w:rsidP="00B720E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82FD6">
              <w:rPr>
                <w:rFonts w:ascii="Corbel" w:hAnsi="Corbel"/>
                <w:sz w:val="24"/>
                <w:szCs w:val="24"/>
              </w:rPr>
              <w:t xml:space="preserve">Proces świadczenia usług publicznych w samorządzie 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8D17B5">
              <w:rPr>
                <w:rFonts w:ascii="Corbel" w:hAnsi="Corbel"/>
                <w:sz w:val="24"/>
                <w:szCs w:val="24"/>
              </w:rPr>
              <w:t>Zlecanie usług podmiotom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D17B5">
              <w:rPr>
                <w:rFonts w:ascii="Corbel" w:hAnsi="Corbel"/>
                <w:sz w:val="24"/>
                <w:szCs w:val="24"/>
              </w:rPr>
              <w:t>zewnętrznym (prywatnym) i organizacjom pozarządowym.</w:t>
            </w:r>
          </w:p>
        </w:tc>
      </w:tr>
      <w:tr w:rsidR="0023579F" w:rsidRPr="00F4223D" w14:paraId="6718C864" w14:textId="77777777" w:rsidTr="00B720EA">
        <w:tc>
          <w:tcPr>
            <w:tcW w:w="9520" w:type="dxa"/>
          </w:tcPr>
          <w:p w14:paraId="7BC8F2D5" w14:textId="77777777" w:rsidR="0023579F" w:rsidRPr="00F4223D" w:rsidRDefault="0023579F" w:rsidP="00B720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Realizacja usług przez samorząd województwa.</w:t>
            </w:r>
          </w:p>
        </w:tc>
      </w:tr>
      <w:tr w:rsidR="0023579F" w:rsidRPr="00F4223D" w14:paraId="10C852FB" w14:textId="77777777" w:rsidTr="00B720EA">
        <w:tc>
          <w:tcPr>
            <w:tcW w:w="9520" w:type="dxa"/>
          </w:tcPr>
          <w:p w14:paraId="3CCC9DA3" w14:textId="77777777" w:rsidR="0023579F" w:rsidRPr="00F4223D" w:rsidRDefault="0023579F" w:rsidP="00B720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Realizacja usług przez powiat.</w:t>
            </w:r>
          </w:p>
        </w:tc>
      </w:tr>
      <w:tr w:rsidR="0023579F" w:rsidRPr="00F4223D" w14:paraId="3361DF9A" w14:textId="77777777" w:rsidTr="00B720EA">
        <w:tc>
          <w:tcPr>
            <w:tcW w:w="9520" w:type="dxa"/>
          </w:tcPr>
          <w:p w14:paraId="702415B6" w14:textId="77777777" w:rsidR="0023579F" w:rsidRDefault="0023579F" w:rsidP="00B720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Realizacja usług w gminie.</w:t>
            </w:r>
          </w:p>
        </w:tc>
      </w:tr>
      <w:tr w:rsidR="0023579F" w:rsidRPr="00F4223D" w14:paraId="47541B85" w14:textId="77777777" w:rsidTr="00B720EA">
        <w:tc>
          <w:tcPr>
            <w:tcW w:w="9520" w:type="dxa"/>
          </w:tcPr>
          <w:p w14:paraId="4CCBF3C8" w14:textId="77777777" w:rsidR="0023579F" w:rsidRDefault="0023579F" w:rsidP="00B720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37362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A326C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A143A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9CF13D" w14:textId="3582D271" w:rsidR="00E960BB" w:rsidRPr="008D50AC" w:rsidRDefault="0023579F" w:rsidP="008D50AC">
      <w:pPr>
        <w:pStyle w:val="Punktygwne"/>
        <w:spacing w:before="0"/>
        <w:rPr>
          <w:rFonts w:ascii="Corbel" w:hAnsi="Corbel"/>
          <w:i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konwersatorium</w:t>
      </w:r>
      <w:r w:rsidR="00A53ADF">
        <w:rPr>
          <w:rFonts w:ascii="Corbel" w:hAnsi="Corbel"/>
          <w:i/>
          <w:sz w:val="20"/>
          <w:szCs w:val="20"/>
        </w:rPr>
        <w:t>:</w:t>
      </w:r>
      <w:r w:rsidR="008D50AC" w:rsidRPr="008D50AC">
        <w:t xml:space="preserve"> </w:t>
      </w:r>
      <w:r w:rsidR="008D50AC" w:rsidRPr="008D50AC">
        <w:rPr>
          <w:rFonts w:ascii="Corbel" w:hAnsi="Corbel"/>
          <w:i/>
          <w:sz w:val="20"/>
          <w:szCs w:val="20"/>
        </w:rPr>
        <w:t>metoda projektów, praca w grupach, dyskusja, analiza przypadków</w:t>
      </w:r>
    </w:p>
    <w:p w14:paraId="68DF8A8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D3117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651348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59116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7FCBD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E1037CD" w14:textId="77777777" w:rsidTr="009C59AC">
        <w:tc>
          <w:tcPr>
            <w:tcW w:w="1962" w:type="dxa"/>
            <w:vAlign w:val="center"/>
          </w:tcPr>
          <w:p w14:paraId="65FE129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F1B1A5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DCD86D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0BBCCA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A668D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66B660F6" w14:textId="77777777" w:rsidTr="009C59AC">
        <w:tc>
          <w:tcPr>
            <w:tcW w:w="1962" w:type="dxa"/>
          </w:tcPr>
          <w:p w14:paraId="3F39828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1C511A5C" w14:textId="6BBA43E6" w:rsidR="0085747A" w:rsidRPr="00D20863" w:rsidRDefault="003908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6E6D006E" w14:textId="6A292C63" w:rsidR="0085747A" w:rsidRPr="009C54AE" w:rsidRDefault="009301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85747A" w:rsidRPr="009C54AE" w14:paraId="0B78EFC9" w14:textId="77777777" w:rsidTr="009C59AC">
        <w:tc>
          <w:tcPr>
            <w:tcW w:w="1962" w:type="dxa"/>
          </w:tcPr>
          <w:p w14:paraId="7DB2B7D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C44E58A" w14:textId="3B016D2F" w:rsidR="0085747A" w:rsidRPr="009C54AE" w:rsidRDefault="003908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0A26BEF8" w14:textId="5DD49A5D" w:rsidR="0085747A" w:rsidRPr="009C54AE" w:rsidRDefault="009301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</w:t>
            </w:r>
            <w:r w:rsidR="008D3742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8D3742" w:rsidRPr="009C54AE" w14:paraId="49D732E6" w14:textId="77777777" w:rsidTr="009C59AC">
        <w:tc>
          <w:tcPr>
            <w:tcW w:w="1962" w:type="dxa"/>
          </w:tcPr>
          <w:p w14:paraId="0BC2104D" w14:textId="14024F6B" w:rsidR="008D3742" w:rsidRPr="009C54A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2EF806C8" w14:textId="7809879A" w:rsidR="008D3742" w:rsidRDefault="0039088A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7C28F1F5" w14:textId="29AC2A78" w:rsidR="008D3742" w:rsidRPr="009C54A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8D3742" w:rsidRPr="009C54AE" w14:paraId="33001785" w14:textId="77777777" w:rsidTr="009C59AC">
        <w:tc>
          <w:tcPr>
            <w:tcW w:w="1962" w:type="dxa"/>
          </w:tcPr>
          <w:p w14:paraId="2381FABB" w14:textId="15786548" w:rsidR="008D3742" w:rsidRPr="009C54A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4C7CA6AF" w14:textId="37DE80C1" w:rsidR="008D3742" w:rsidRDefault="0039088A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65135DBD" w14:textId="4CE5FC4F" w:rsidR="008D3742" w:rsidRPr="009C54A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8D3742" w:rsidRPr="009C54AE" w14:paraId="41F8B16F" w14:textId="77777777" w:rsidTr="009C59AC">
        <w:tc>
          <w:tcPr>
            <w:tcW w:w="1962" w:type="dxa"/>
          </w:tcPr>
          <w:p w14:paraId="114B4EAF" w14:textId="63FFDAB3" w:rsidR="008D3742" w:rsidRPr="009C54A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111651E4" w14:textId="71A0CD48" w:rsidR="008D3742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05041CA" w14:textId="2E0D3DD0" w:rsidR="008D3742" w:rsidRPr="009C54A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8D3742" w:rsidRPr="009C54AE" w14:paraId="10BCC787" w14:textId="77777777" w:rsidTr="009C59AC">
        <w:tc>
          <w:tcPr>
            <w:tcW w:w="1962" w:type="dxa"/>
          </w:tcPr>
          <w:p w14:paraId="514AA2F8" w14:textId="6B4F8CAB" w:rsidR="008D3742" w:rsidRPr="009C54A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375AD923" w14:textId="4934DFF8" w:rsidR="008D3742" w:rsidRDefault="001A2585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3348F3C6" w14:textId="4D09299B" w:rsidR="008D3742" w:rsidRPr="009C54A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8D3742" w:rsidRPr="009C54AE" w14:paraId="701D98EB" w14:textId="77777777" w:rsidTr="009C59AC">
        <w:tc>
          <w:tcPr>
            <w:tcW w:w="1962" w:type="dxa"/>
          </w:tcPr>
          <w:p w14:paraId="7BAADB5D" w14:textId="60B49C8E" w:rsidR="008D3742" w:rsidRPr="009C54A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AB7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14:paraId="64AE82BB" w14:textId="25AA6C1D" w:rsidR="008D3742" w:rsidRPr="00B148BA" w:rsidRDefault="001A2585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15DA3B32" w14:textId="738DFF5D" w:rsidR="008D3742" w:rsidRPr="001714D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8D3742" w:rsidRPr="009C54AE" w14:paraId="5F89D5A4" w14:textId="77777777" w:rsidTr="009C59AC">
        <w:tc>
          <w:tcPr>
            <w:tcW w:w="1962" w:type="dxa"/>
          </w:tcPr>
          <w:p w14:paraId="6E9765D9" w14:textId="35B0633B" w:rsidR="008D3742" w:rsidRPr="009C54A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AB7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441" w:type="dxa"/>
          </w:tcPr>
          <w:p w14:paraId="412B32D0" w14:textId="7BD082AA" w:rsidR="008D3742" w:rsidRPr="00B148BA" w:rsidRDefault="001A2585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31492E81" w14:textId="298A8DBF" w:rsidR="008D3742" w:rsidRPr="001714D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8D3742" w:rsidRPr="009C54AE" w14:paraId="7C84B6A0" w14:textId="77777777" w:rsidTr="009C59AC">
        <w:tc>
          <w:tcPr>
            <w:tcW w:w="1962" w:type="dxa"/>
          </w:tcPr>
          <w:p w14:paraId="3723587C" w14:textId="63B7466F" w:rsidR="008D3742" w:rsidRPr="009C54A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AB7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441" w:type="dxa"/>
          </w:tcPr>
          <w:p w14:paraId="62065773" w14:textId="1A71238D" w:rsidR="008D3742" w:rsidRPr="00B148BA" w:rsidRDefault="00AB1B25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2855BEC8" w14:textId="436C8EB6" w:rsidR="008D3742" w:rsidRPr="001714D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8D3742" w:rsidRPr="009C54AE" w14:paraId="50E7B0FB" w14:textId="77777777" w:rsidTr="009C59AC">
        <w:tc>
          <w:tcPr>
            <w:tcW w:w="1962" w:type="dxa"/>
          </w:tcPr>
          <w:p w14:paraId="1E3633A0" w14:textId="1DAA7E0E" w:rsidR="008D3742" w:rsidRPr="009C54A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AB7">
              <w:rPr>
                <w:rFonts w:ascii="Corbel" w:hAnsi="Corbel"/>
                <w:b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</w:tc>
        <w:tc>
          <w:tcPr>
            <w:tcW w:w="5441" w:type="dxa"/>
          </w:tcPr>
          <w:p w14:paraId="2067417E" w14:textId="78AAC09C" w:rsidR="008D3742" w:rsidRPr="00B148BA" w:rsidRDefault="00AB1B25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34483360" w14:textId="36ABAA0B" w:rsidR="008D3742" w:rsidRPr="001714DE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8D3742" w:rsidRPr="009C54AE" w14:paraId="0C147637" w14:textId="77777777" w:rsidTr="009C59AC">
        <w:tc>
          <w:tcPr>
            <w:tcW w:w="1962" w:type="dxa"/>
          </w:tcPr>
          <w:p w14:paraId="529C3CBC" w14:textId="2FCB2060" w:rsidR="008D3742" w:rsidRPr="00D44AB7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AB7">
              <w:rPr>
                <w:rFonts w:ascii="Corbel" w:hAnsi="Corbel"/>
                <w:b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</w:tc>
        <w:tc>
          <w:tcPr>
            <w:tcW w:w="5441" w:type="dxa"/>
          </w:tcPr>
          <w:p w14:paraId="4ED2ECF6" w14:textId="56D74E82" w:rsidR="008D3742" w:rsidRDefault="00AB1B25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0CD96C17" w14:textId="72A73E3C" w:rsidR="008D3742" w:rsidRPr="00727B0B" w:rsidRDefault="008D3742" w:rsidP="008D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14:paraId="3993B4A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8570A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440CE8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25C510E" w14:textId="77777777" w:rsidTr="00923D7D">
        <w:tc>
          <w:tcPr>
            <w:tcW w:w="9670" w:type="dxa"/>
          </w:tcPr>
          <w:p w14:paraId="62DEA492" w14:textId="3A7286F1" w:rsidR="0085747A" w:rsidRPr="00304121" w:rsidRDefault="00F55C5D" w:rsidP="00304121">
            <w:pPr>
              <w:pStyle w:val="Punktygwne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konwersatorium: </w:t>
            </w:r>
            <w:r w:rsidR="004F5CC9" w:rsidRPr="00F4223D">
              <w:rPr>
                <w:rFonts w:ascii="Corbel" w:hAnsi="Corbel"/>
                <w:b w:val="0"/>
                <w:smallCaps w:val="0"/>
                <w:szCs w:val="24"/>
              </w:rPr>
              <w:t>Warunkiem zaliczenia przedmiotu jest udział w przygotowaniu grupowego projektu z zakresu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organizacji usług publicznych w samorządzie terytorialnym</w:t>
            </w:r>
            <w:r w:rsidR="004F5CC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F5CC9" w:rsidRPr="00F4223D">
              <w:rPr>
                <w:rFonts w:ascii="Corbel" w:hAnsi="Corbel"/>
                <w:b w:val="0"/>
                <w:smallCaps w:val="0"/>
                <w:szCs w:val="24"/>
              </w:rPr>
              <w:t>Kryteria oceniania pracy projektowej: stopień udziału w projekcie, prawidłowość wykorzystanych metod i technik, kreatywność myślenia.</w:t>
            </w:r>
            <w:r w:rsidR="004F5C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F5CC9" w:rsidRPr="00F55C5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Aktywność oraz obecność na zajęciach.</w:t>
            </w:r>
          </w:p>
        </w:tc>
      </w:tr>
    </w:tbl>
    <w:p w14:paraId="7A9E3B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63975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EB2A4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5C4F11B" w14:textId="77777777" w:rsidTr="003E1941">
        <w:tc>
          <w:tcPr>
            <w:tcW w:w="4962" w:type="dxa"/>
            <w:vAlign w:val="center"/>
          </w:tcPr>
          <w:p w14:paraId="664B60D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4CE9F5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F811AA3" w14:textId="77777777" w:rsidTr="00923D7D">
        <w:tc>
          <w:tcPr>
            <w:tcW w:w="4962" w:type="dxa"/>
          </w:tcPr>
          <w:p w14:paraId="5F625A5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B31C5E0" w14:textId="74A5E4C6" w:rsidR="0085747A" w:rsidRPr="009C54AE" w:rsidRDefault="00C03EE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0B91E891" w14:textId="77777777" w:rsidTr="00923D7D">
        <w:tc>
          <w:tcPr>
            <w:tcW w:w="4962" w:type="dxa"/>
          </w:tcPr>
          <w:p w14:paraId="36E7A72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041EA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91952FF" w14:textId="5130F18E" w:rsidR="00C61DC5" w:rsidRPr="009C54AE" w:rsidRDefault="0011089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A5F0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1BAFCB9E" w14:textId="77777777" w:rsidTr="00923D7D">
        <w:tc>
          <w:tcPr>
            <w:tcW w:w="4962" w:type="dxa"/>
          </w:tcPr>
          <w:p w14:paraId="7793B3A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860EC1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94EB62E" w14:textId="03D6ED63" w:rsidR="00C61DC5" w:rsidRPr="009C54AE" w:rsidRDefault="00C03EE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FC2E487" w14:textId="77777777" w:rsidTr="00923D7D">
        <w:tc>
          <w:tcPr>
            <w:tcW w:w="4962" w:type="dxa"/>
          </w:tcPr>
          <w:p w14:paraId="42233C1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CC6554A" w14:textId="2B1D2683" w:rsidR="0085747A" w:rsidRPr="009C54AE" w:rsidRDefault="0009218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C217F1C" w14:textId="77777777" w:rsidTr="00923D7D">
        <w:tc>
          <w:tcPr>
            <w:tcW w:w="4962" w:type="dxa"/>
          </w:tcPr>
          <w:p w14:paraId="32C5F76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B19EAE" w14:textId="2F8B04DE" w:rsidR="0085747A" w:rsidRPr="009C54AE" w:rsidRDefault="00C03EE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C161F6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C072A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BA41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CD4144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070EE6E" w14:textId="77777777" w:rsidTr="0071620A">
        <w:trPr>
          <w:trHeight w:val="397"/>
        </w:trPr>
        <w:tc>
          <w:tcPr>
            <w:tcW w:w="3544" w:type="dxa"/>
          </w:tcPr>
          <w:p w14:paraId="7F1B9C0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13E5C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5285888" w14:textId="77777777" w:rsidTr="0071620A">
        <w:trPr>
          <w:trHeight w:val="397"/>
        </w:trPr>
        <w:tc>
          <w:tcPr>
            <w:tcW w:w="3544" w:type="dxa"/>
          </w:tcPr>
          <w:p w14:paraId="7777B2B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60F547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7D94A8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0DC15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8BEF05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90B21E3" w14:textId="77777777" w:rsidTr="0071620A">
        <w:trPr>
          <w:trHeight w:val="397"/>
        </w:trPr>
        <w:tc>
          <w:tcPr>
            <w:tcW w:w="7513" w:type="dxa"/>
          </w:tcPr>
          <w:p w14:paraId="48E04B0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F89F487" w14:textId="6ECC4F17" w:rsidR="00C81D15" w:rsidRDefault="00C81D15" w:rsidP="008932FF">
            <w:pPr>
              <w:pStyle w:val="Punktygwne"/>
              <w:numPr>
                <w:ilvl w:val="0"/>
                <w:numId w:val="2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1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81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Gawłowski, 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81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Machalski, 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C81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Makowski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997F9A" w:rsidRPr="0009218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Samorząd terytorialny w systemie administracji publicznej</w:t>
            </w:r>
            <w:r w:rsidR="00997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CeDeWu, Warszawa 2019.</w:t>
            </w:r>
          </w:p>
          <w:p w14:paraId="48760D48" w14:textId="77777777" w:rsidR="006E615C" w:rsidRDefault="00472752" w:rsidP="003A3EFB">
            <w:pPr>
              <w:pStyle w:val="Punktygwne"/>
              <w:numPr>
                <w:ilvl w:val="0"/>
                <w:numId w:val="2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727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4727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Stahl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4727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4727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Jaworska-Dębska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(red</w:t>
            </w:r>
            <w:r w:rsidRPr="0047275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.), </w:t>
            </w:r>
            <w:r w:rsidR="009066D9" w:rsidRPr="0047275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Encyklopedia samorządu terytorialnego. Część 2. Zadania i kompetencje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 w:rsidR="003A3E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</w:t>
            </w:r>
            <w:r w:rsidR="000921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="003A3E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fin, Warszawa 2011.</w:t>
            </w:r>
          </w:p>
          <w:p w14:paraId="6016E2E4" w14:textId="61049107" w:rsidR="0010709E" w:rsidRPr="003A3EFB" w:rsidRDefault="0010709E" w:rsidP="003A3EFB">
            <w:pPr>
              <w:pStyle w:val="Punktygwne"/>
              <w:numPr>
                <w:ilvl w:val="0"/>
                <w:numId w:val="2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070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Mirosław Stec, Katarzyna Małysa-Sulińska (red), </w:t>
            </w:r>
            <w:r w:rsidRPr="00063E1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Podmiotowość samorządu terytorialnego a zakres jego zadań i kompetencji </w:t>
            </w:r>
            <w:r w:rsidRPr="001070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: Wolters Kluwer, 2020.</w:t>
            </w:r>
          </w:p>
        </w:tc>
      </w:tr>
      <w:tr w:rsidR="0085747A" w:rsidRPr="009C54AE" w14:paraId="439CA96F" w14:textId="77777777" w:rsidTr="0071620A">
        <w:trPr>
          <w:trHeight w:val="397"/>
        </w:trPr>
        <w:tc>
          <w:tcPr>
            <w:tcW w:w="7513" w:type="dxa"/>
          </w:tcPr>
          <w:p w14:paraId="1CBE7346" w14:textId="5158F49C" w:rsidR="0000563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ED3F5CB" w14:textId="6641EFDF" w:rsidR="00997F9A" w:rsidRDefault="00997F9A" w:rsidP="0076370B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M. Kulesza, </w:t>
            </w:r>
            <w:r w:rsidRPr="0009218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Gospodarka komunalna – podstawy i mechanizmy prawne</w:t>
            </w:r>
            <w:r w:rsidR="0009218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w: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="0009218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„</w:t>
            </w:r>
            <w:r w:rsidRPr="00B632D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Samorząd Terytorialn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y</w:t>
            </w:r>
            <w:r w:rsidR="0009218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”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B632D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2012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B632D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nr 7-8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s.</w:t>
            </w:r>
            <w:r w:rsidRPr="00B632D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7-24</w:t>
            </w:r>
          </w:p>
          <w:p w14:paraId="2C5F17E0" w14:textId="6DB2DE1D" w:rsidR="00253541" w:rsidRDefault="00924C38" w:rsidP="0076370B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Gola, </w:t>
            </w:r>
            <w:r w:rsidR="00AA6E07" w:rsidRPr="0009218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Wykonywanie zadań o charakterze użyteczności publicznej przez jednostki samorządu terytorialnego a działalność gospodarcza</w:t>
            </w:r>
            <w:r w:rsidR="0009218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="0009218D" w:rsidRPr="000921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w:</w:t>
            </w:r>
            <w:r w:rsidR="00AA6E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637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0921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="0076370B" w:rsidRPr="007637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Przegląd Prawa i Administracji</w:t>
            </w:r>
            <w:r w:rsidR="000921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”,</w:t>
            </w:r>
            <w:r w:rsidR="002F37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2014, nr 98, s. </w:t>
            </w:r>
            <w:r w:rsidR="002F3723" w:rsidRPr="002F37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25-34</w:t>
            </w:r>
            <w:r w:rsidR="002F37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76C8CC3" w14:textId="2D5AAE37" w:rsidR="004B17FC" w:rsidRDefault="00B7518E" w:rsidP="003D1FFA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H. </w:t>
            </w:r>
            <w:r w:rsidRPr="00B751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Szczechowicz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4B17FC" w:rsidRPr="0009218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Wykonywanie zadań publicznych w jednostkach samorządu terytorialnego</w:t>
            </w:r>
            <w:r w:rsidR="0009218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w: „</w:t>
            </w:r>
            <w:r w:rsidR="003D1FFA" w:rsidRPr="003D1F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Zeszyty Naukowe Zbliżenia Cywilizacyjne</w:t>
            </w:r>
            <w:r w:rsidR="000921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”, </w:t>
            </w:r>
            <w:r w:rsidR="003D1FFA" w:rsidRPr="003D1F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2015 </w:t>
            </w:r>
            <w:r w:rsidR="003D1F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nr </w:t>
            </w:r>
            <w:r w:rsidR="003D1FFA" w:rsidRPr="003D1F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11 </w:t>
            </w:r>
            <w:r w:rsidR="003D1F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s. </w:t>
            </w:r>
            <w:r w:rsidR="003D1FFA" w:rsidRPr="003D1F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255-287</w:t>
            </w:r>
            <w:r w:rsidR="003A3E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B1FF23B" w14:textId="6E7943AF" w:rsidR="003A3EFB" w:rsidRPr="003D1FFA" w:rsidRDefault="00CE2EB5" w:rsidP="003D1FFA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0709E">
              <w:rPr>
                <w:rFonts w:ascii="Corbel" w:hAnsi="Corbel"/>
                <w:b w:val="0"/>
                <w:smallCaps w:val="0"/>
                <w:szCs w:val="24"/>
              </w:rPr>
              <w:t>Bentkowska-Furman Izabel</w:t>
            </w:r>
            <w:r w:rsidR="0010709E">
              <w:rPr>
                <w:rFonts w:ascii="Corbel" w:hAnsi="Corbel"/>
                <w:b w:val="0"/>
                <w:smallCaps w:val="0"/>
                <w:szCs w:val="24"/>
              </w:rPr>
              <w:t xml:space="preserve">a, </w:t>
            </w:r>
            <w:r w:rsidRPr="0010709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0709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Zadania samorządu terytorialnego szczebla podstawowego w Rzeczypospolitej Polskiej i wybranych krajach Unii Europejskiej </w:t>
            </w:r>
            <w:r w:rsidR="0009218D" w:rsidRPr="0010709E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10709E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09218D" w:rsidRPr="0010709E">
              <w:rPr>
                <w:rFonts w:ascii="Corbel" w:hAnsi="Corbel"/>
                <w:b w:val="0"/>
                <w:smallCaps w:val="0"/>
                <w:szCs w:val="24"/>
              </w:rPr>
              <w:t>„</w:t>
            </w:r>
            <w:r w:rsidRPr="0010709E">
              <w:rPr>
                <w:rFonts w:ascii="Corbel" w:hAnsi="Corbel"/>
                <w:b w:val="0"/>
                <w:smallCaps w:val="0"/>
                <w:szCs w:val="24"/>
              </w:rPr>
              <w:t>Organizacje pozarządowe a samorząd - 25 lat doświadczeń</w:t>
            </w:r>
            <w:r w:rsidR="0009218D" w:rsidRPr="0010709E">
              <w:rPr>
                <w:rFonts w:ascii="Corbel" w:hAnsi="Corbel"/>
                <w:b w:val="0"/>
                <w:smallCaps w:val="0"/>
                <w:szCs w:val="24"/>
              </w:rPr>
              <w:t>”</w:t>
            </w:r>
            <w:r w:rsidRPr="0010709E">
              <w:rPr>
                <w:rFonts w:ascii="Corbel" w:hAnsi="Corbel"/>
                <w:b w:val="0"/>
                <w:smallCaps w:val="0"/>
                <w:szCs w:val="24"/>
              </w:rPr>
              <w:t xml:space="preserve"> redakcja naukowa Urszula Szymańska, Piotr Majer, Monika Falej,  Olsztyn</w:t>
            </w:r>
            <w:r w:rsidR="0009218D" w:rsidRPr="0010709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0709E">
              <w:rPr>
                <w:rFonts w:ascii="Corbel" w:hAnsi="Corbel"/>
                <w:b w:val="0"/>
                <w:smallCaps w:val="0"/>
                <w:szCs w:val="24"/>
              </w:rPr>
              <w:t xml:space="preserve"> Uniwersytet Warmińsko-Mazurski w Olsztynie, 2016, s. 21-32.</w:t>
            </w:r>
          </w:p>
        </w:tc>
      </w:tr>
    </w:tbl>
    <w:p w14:paraId="6C1CE5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A352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942A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FB188" w14:textId="77777777" w:rsidR="00C80078" w:rsidRDefault="00C80078" w:rsidP="00C16ABF">
      <w:pPr>
        <w:spacing w:after="0" w:line="240" w:lineRule="auto"/>
      </w:pPr>
      <w:r>
        <w:separator/>
      </w:r>
    </w:p>
  </w:endnote>
  <w:endnote w:type="continuationSeparator" w:id="0">
    <w:p w14:paraId="70BA7DF4" w14:textId="77777777" w:rsidR="00C80078" w:rsidRDefault="00C8007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70216" w14:textId="77777777" w:rsidR="00C80078" w:rsidRDefault="00C80078" w:rsidP="00C16ABF">
      <w:pPr>
        <w:spacing w:after="0" w:line="240" w:lineRule="auto"/>
      </w:pPr>
      <w:r>
        <w:separator/>
      </w:r>
    </w:p>
  </w:footnote>
  <w:footnote w:type="continuationSeparator" w:id="0">
    <w:p w14:paraId="69ABFE3F" w14:textId="77777777" w:rsidR="00C80078" w:rsidRDefault="00C80078" w:rsidP="00C16ABF">
      <w:pPr>
        <w:spacing w:after="0" w:line="240" w:lineRule="auto"/>
      </w:pPr>
      <w:r>
        <w:continuationSeparator/>
      </w:r>
    </w:p>
  </w:footnote>
  <w:footnote w:id="1">
    <w:p w14:paraId="0CF88AF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4C6671E"/>
    <w:multiLevelType w:val="hybridMultilevel"/>
    <w:tmpl w:val="7A745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4D1271"/>
    <w:multiLevelType w:val="hybridMultilevel"/>
    <w:tmpl w:val="03564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4124106">
    <w:abstractNumId w:val="0"/>
  </w:num>
  <w:num w:numId="2" w16cid:durableId="761150374">
    <w:abstractNumId w:val="2"/>
  </w:num>
  <w:num w:numId="3" w16cid:durableId="152150853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637"/>
    <w:rsid w:val="000077B4"/>
    <w:rsid w:val="000116DA"/>
    <w:rsid w:val="00015B8F"/>
    <w:rsid w:val="00022ECE"/>
    <w:rsid w:val="0003674D"/>
    <w:rsid w:val="0004015C"/>
    <w:rsid w:val="00042A51"/>
    <w:rsid w:val="00042D2E"/>
    <w:rsid w:val="00044538"/>
    <w:rsid w:val="00044C82"/>
    <w:rsid w:val="00063E14"/>
    <w:rsid w:val="00070ED6"/>
    <w:rsid w:val="00071105"/>
    <w:rsid w:val="000734ED"/>
    <w:rsid w:val="000742DC"/>
    <w:rsid w:val="000770CD"/>
    <w:rsid w:val="00084C12"/>
    <w:rsid w:val="0009218D"/>
    <w:rsid w:val="0009462C"/>
    <w:rsid w:val="00094B12"/>
    <w:rsid w:val="000952CB"/>
    <w:rsid w:val="00096C46"/>
    <w:rsid w:val="000A1422"/>
    <w:rsid w:val="000A296F"/>
    <w:rsid w:val="000A2A28"/>
    <w:rsid w:val="000A3CDF"/>
    <w:rsid w:val="000B192D"/>
    <w:rsid w:val="000B28EE"/>
    <w:rsid w:val="000B3E37"/>
    <w:rsid w:val="000B54CD"/>
    <w:rsid w:val="000D04B0"/>
    <w:rsid w:val="000D4CF9"/>
    <w:rsid w:val="000D4F4E"/>
    <w:rsid w:val="000F1C57"/>
    <w:rsid w:val="000F5615"/>
    <w:rsid w:val="00102111"/>
    <w:rsid w:val="0010709E"/>
    <w:rsid w:val="00110896"/>
    <w:rsid w:val="00124BFF"/>
    <w:rsid w:val="0012560E"/>
    <w:rsid w:val="00127108"/>
    <w:rsid w:val="00134B13"/>
    <w:rsid w:val="0014611C"/>
    <w:rsid w:val="00146BC0"/>
    <w:rsid w:val="00153C41"/>
    <w:rsid w:val="00154381"/>
    <w:rsid w:val="00161F2C"/>
    <w:rsid w:val="001640A7"/>
    <w:rsid w:val="00164FA7"/>
    <w:rsid w:val="00166A03"/>
    <w:rsid w:val="001714DE"/>
    <w:rsid w:val="001718A7"/>
    <w:rsid w:val="001737CF"/>
    <w:rsid w:val="00174210"/>
    <w:rsid w:val="00176083"/>
    <w:rsid w:val="00177FDB"/>
    <w:rsid w:val="00192F37"/>
    <w:rsid w:val="001A1AE0"/>
    <w:rsid w:val="001A2585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579F"/>
    <w:rsid w:val="0024028F"/>
    <w:rsid w:val="00244ABC"/>
    <w:rsid w:val="002533DE"/>
    <w:rsid w:val="00253541"/>
    <w:rsid w:val="0025575A"/>
    <w:rsid w:val="00281FF2"/>
    <w:rsid w:val="002857DE"/>
    <w:rsid w:val="00291567"/>
    <w:rsid w:val="002A229C"/>
    <w:rsid w:val="002A22BF"/>
    <w:rsid w:val="002A2389"/>
    <w:rsid w:val="002A3DD5"/>
    <w:rsid w:val="002A671D"/>
    <w:rsid w:val="002B4D55"/>
    <w:rsid w:val="002B5EA0"/>
    <w:rsid w:val="002B6119"/>
    <w:rsid w:val="002C1F06"/>
    <w:rsid w:val="002D2839"/>
    <w:rsid w:val="002D3375"/>
    <w:rsid w:val="002D4C59"/>
    <w:rsid w:val="002D73D4"/>
    <w:rsid w:val="002F02A3"/>
    <w:rsid w:val="002F3723"/>
    <w:rsid w:val="002F4ABE"/>
    <w:rsid w:val="00300D20"/>
    <w:rsid w:val="003018BA"/>
    <w:rsid w:val="0030395F"/>
    <w:rsid w:val="00304121"/>
    <w:rsid w:val="00305C92"/>
    <w:rsid w:val="003151C5"/>
    <w:rsid w:val="003343CF"/>
    <w:rsid w:val="00336D56"/>
    <w:rsid w:val="00346FE9"/>
    <w:rsid w:val="0034759A"/>
    <w:rsid w:val="003503F6"/>
    <w:rsid w:val="003530DD"/>
    <w:rsid w:val="00363F78"/>
    <w:rsid w:val="00382650"/>
    <w:rsid w:val="00386931"/>
    <w:rsid w:val="0039088A"/>
    <w:rsid w:val="00396B9E"/>
    <w:rsid w:val="00397DB2"/>
    <w:rsid w:val="003A090B"/>
    <w:rsid w:val="003A0A5B"/>
    <w:rsid w:val="003A1176"/>
    <w:rsid w:val="003A3EFB"/>
    <w:rsid w:val="003B027A"/>
    <w:rsid w:val="003B448C"/>
    <w:rsid w:val="003C0BAE"/>
    <w:rsid w:val="003D18A9"/>
    <w:rsid w:val="003D1FFA"/>
    <w:rsid w:val="003D6CE2"/>
    <w:rsid w:val="003E1941"/>
    <w:rsid w:val="003E2FE6"/>
    <w:rsid w:val="003E489D"/>
    <w:rsid w:val="003E49D5"/>
    <w:rsid w:val="003F205D"/>
    <w:rsid w:val="003F38C0"/>
    <w:rsid w:val="003F4633"/>
    <w:rsid w:val="00414E3C"/>
    <w:rsid w:val="0042244A"/>
    <w:rsid w:val="004237E4"/>
    <w:rsid w:val="0042745A"/>
    <w:rsid w:val="004301BB"/>
    <w:rsid w:val="00431D5C"/>
    <w:rsid w:val="004335C5"/>
    <w:rsid w:val="004362C6"/>
    <w:rsid w:val="00436D08"/>
    <w:rsid w:val="00437FA2"/>
    <w:rsid w:val="00443927"/>
    <w:rsid w:val="00445970"/>
    <w:rsid w:val="0046136A"/>
    <w:rsid w:val="00461EFC"/>
    <w:rsid w:val="004652C2"/>
    <w:rsid w:val="004706D1"/>
    <w:rsid w:val="00471326"/>
    <w:rsid w:val="00472752"/>
    <w:rsid w:val="00475561"/>
    <w:rsid w:val="0047598D"/>
    <w:rsid w:val="00481B30"/>
    <w:rsid w:val="00482FD6"/>
    <w:rsid w:val="004840FD"/>
    <w:rsid w:val="00486895"/>
    <w:rsid w:val="004873E9"/>
    <w:rsid w:val="00490F7D"/>
    <w:rsid w:val="00491678"/>
    <w:rsid w:val="004968E2"/>
    <w:rsid w:val="004A3EEA"/>
    <w:rsid w:val="004A4D1F"/>
    <w:rsid w:val="004B17FC"/>
    <w:rsid w:val="004C6787"/>
    <w:rsid w:val="004D5282"/>
    <w:rsid w:val="004D6814"/>
    <w:rsid w:val="004E36CC"/>
    <w:rsid w:val="004F1551"/>
    <w:rsid w:val="004F55A3"/>
    <w:rsid w:val="004F5CC9"/>
    <w:rsid w:val="0050496F"/>
    <w:rsid w:val="00513B6F"/>
    <w:rsid w:val="00517C63"/>
    <w:rsid w:val="00523B4C"/>
    <w:rsid w:val="00526C54"/>
    <w:rsid w:val="005363C4"/>
    <w:rsid w:val="00536BDE"/>
    <w:rsid w:val="00543ACC"/>
    <w:rsid w:val="005635B1"/>
    <w:rsid w:val="00565A31"/>
    <w:rsid w:val="00565E89"/>
    <w:rsid w:val="0056696D"/>
    <w:rsid w:val="00584F8A"/>
    <w:rsid w:val="0059484D"/>
    <w:rsid w:val="005A0855"/>
    <w:rsid w:val="005A133C"/>
    <w:rsid w:val="005A3196"/>
    <w:rsid w:val="005C080F"/>
    <w:rsid w:val="005C55E5"/>
    <w:rsid w:val="005C696A"/>
    <w:rsid w:val="005C7657"/>
    <w:rsid w:val="005E6E85"/>
    <w:rsid w:val="005F31D2"/>
    <w:rsid w:val="005F62B8"/>
    <w:rsid w:val="006063E1"/>
    <w:rsid w:val="0061029B"/>
    <w:rsid w:val="00617230"/>
    <w:rsid w:val="00617CE5"/>
    <w:rsid w:val="006207E3"/>
    <w:rsid w:val="00621CE1"/>
    <w:rsid w:val="00627FC9"/>
    <w:rsid w:val="00637731"/>
    <w:rsid w:val="00647FA8"/>
    <w:rsid w:val="00650C5F"/>
    <w:rsid w:val="00654934"/>
    <w:rsid w:val="00656B78"/>
    <w:rsid w:val="006620D9"/>
    <w:rsid w:val="00663DDD"/>
    <w:rsid w:val="00670C73"/>
    <w:rsid w:val="00671958"/>
    <w:rsid w:val="00675843"/>
    <w:rsid w:val="00687D91"/>
    <w:rsid w:val="00696477"/>
    <w:rsid w:val="006A31C1"/>
    <w:rsid w:val="006A355D"/>
    <w:rsid w:val="006C0AFD"/>
    <w:rsid w:val="006D050F"/>
    <w:rsid w:val="006D3D2C"/>
    <w:rsid w:val="006D56A9"/>
    <w:rsid w:val="006D6139"/>
    <w:rsid w:val="006D6E40"/>
    <w:rsid w:val="006E5D65"/>
    <w:rsid w:val="006E615C"/>
    <w:rsid w:val="006F1282"/>
    <w:rsid w:val="006F1FBC"/>
    <w:rsid w:val="006F2AF8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B70"/>
    <w:rsid w:val="0076370B"/>
    <w:rsid w:val="00763BF1"/>
    <w:rsid w:val="00766FD4"/>
    <w:rsid w:val="0076763D"/>
    <w:rsid w:val="0078168C"/>
    <w:rsid w:val="00783F38"/>
    <w:rsid w:val="00787C2A"/>
    <w:rsid w:val="00790E27"/>
    <w:rsid w:val="007A3025"/>
    <w:rsid w:val="007A4022"/>
    <w:rsid w:val="007A4465"/>
    <w:rsid w:val="007A6E6E"/>
    <w:rsid w:val="007C3299"/>
    <w:rsid w:val="007C3BCC"/>
    <w:rsid w:val="007C4546"/>
    <w:rsid w:val="007C6FA4"/>
    <w:rsid w:val="007D6E56"/>
    <w:rsid w:val="007F4155"/>
    <w:rsid w:val="0081554D"/>
    <w:rsid w:val="00816958"/>
    <w:rsid w:val="0081707E"/>
    <w:rsid w:val="0083334B"/>
    <w:rsid w:val="008449B3"/>
    <w:rsid w:val="008552A2"/>
    <w:rsid w:val="0085747A"/>
    <w:rsid w:val="00884922"/>
    <w:rsid w:val="00885F64"/>
    <w:rsid w:val="008917F9"/>
    <w:rsid w:val="008932FF"/>
    <w:rsid w:val="00895219"/>
    <w:rsid w:val="008A45F7"/>
    <w:rsid w:val="008C0CC0"/>
    <w:rsid w:val="008C19A9"/>
    <w:rsid w:val="008C379D"/>
    <w:rsid w:val="008C507D"/>
    <w:rsid w:val="008C5147"/>
    <w:rsid w:val="008C5359"/>
    <w:rsid w:val="008C5363"/>
    <w:rsid w:val="008D17B5"/>
    <w:rsid w:val="008D3742"/>
    <w:rsid w:val="008D3DFB"/>
    <w:rsid w:val="008D50AC"/>
    <w:rsid w:val="008E64F4"/>
    <w:rsid w:val="008F12C9"/>
    <w:rsid w:val="008F39DC"/>
    <w:rsid w:val="008F6E29"/>
    <w:rsid w:val="009066D9"/>
    <w:rsid w:val="00916188"/>
    <w:rsid w:val="00923D7D"/>
    <w:rsid w:val="00924C38"/>
    <w:rsid w:val="009301FD"/>
    <w:rsid w:val="009309BC"/>
    <w:rsid w:val="009508DF"/>
    <w:rsid w:val="00950DAC"/>
    <w:rsid w:val="00954A07"/>
    <w:rsid w:val="00997F14"/>
    <w:rsid w:val="00997F9A"/>
    <w:rsid w:val="009A78D9"/>
    <w:rsid w:val="009C0FFC"/>
    <w:rsid w:val="009C3E31"/>
    <w:rsid w:val="009C54AE"/>
    <w:rsid w:val="009C59AC"/>
    <w:rsid w:val="009C788E"/>
    <w:rsid w:val="009D1DBA"/>
    <w:rsid w:val="009D3F3B"/>
    <w:rsid w:val="009E0543"/>
    <w:rsid w:val="009E1531"/>
    <w:rsid w:val="009E3B41"/>
    <w:rsid w:val="009F29DD"/>
    <w:rsid w:val="009F3C5C"/>
    <w:rsid w:val="009F4610"/>
    <w:rsid w:val="009F7F6B"/>
    <w:rsid w:val="00A00ECC"/>
    <w:rsid w:val="00A0649B"/>
    <w:rsid w:val="00A155EE"/>
    <w:rsid w:val="00A2245B"/>
    <w:rsid w:val="00A24E0B"/>
    <w:rsid w:val="00A30110"/>
    <w:rsid w:val="00A36899"/>
    <w:rsid w:val="00A371F6"/>
    <w:rsid w:val="00A43BF6"/>
    <w:rsid w:val="00A5146A"/>
    <w:rsid w:val="00A53ADF"/>
    <w:rsid w:val="00A53FA5"/>
    <w:rsid w:val="00A54817"/>
    <w:rsid w:val="00A54C9C"/>
    <w:rsid w:val="00A56C7D"/>
    <w:rsid w:val="00A601C8"/>
    <w:rsid w:val="00A60799"/>
    <w:rsid w:val="00A64FC7"/>
    <w:rsid w:val="00A67744"/>
    <w:rsid w:val="00A76C16"/>
    <w:rsid w:val="00A811BB"/>
    <w:rsid w:val="00A84C85"/>
    <w:rsid w:val="00A97DE1"/>
    <w:rsid w:val="00AA20BA"/>
    <w:rsid w:val="00AA5F0E"/>
    <w:rsid w:val="00AA6A2A"/>
    <w:rsid w:val="00AA6E07"/>
    <w:rsid w:val="00AB053C"/>
    <w:rsid w:val="00AB1B25"/>
    <w:rsid w:val="00AC0D27"/>
    <w:rsid w:val="00AD1146"/>
    <w:rsid w:val="00AD1B78"/>
    <w:rsid w:val="00AD27D3"/>
    <w:rsid w:val="00AD66D6"/>
    <w:rsid w:val="00AE1160"/>
    <w:rsid w:val="00AE203C"/>
    <w:rsid w:val="00AE2E74"/>
    <w:rsid w:val="00AE46E4"/>
    <w:rsid w:val="00AE5FCB"/>
    <w:rsid w:val="00AF22A4"/>
    <w:rsid w:val="00AF2C1E"/>
    <w:rsid w:val="00B016C6"/>
    <w:rsid w:val="00B06142"/>
    <w:rsid w:val="00B135B1"/>
    <w:rsid w:val="00B13EAC"/>
    <w:rsid w:val="00B148BA"/>
    <w:rsid w:val="00B22018"/>
    <w:rsid w:val="00B3130B"/>
    <w:rsid w:val="00B40ADB"/>
    <w:rsid w:val="00B4221C"/>
    <w:rsid w:val="00B43051"/>
    <w:rsid w:val="00B43B77"/>
    <w:rsid w:val="00B43E80"/>
    <w:rsid w:val="00B5276C"/>
    <w:rsid w:val="00B607DB"/>
    <w:rsid w:val="00B632DB"/>
    <w:rsid w:val="00B66529"/>
    <w:rsid w:val="00B6714B"/>
    <w:rsid w:val="00B74966"/>
    <w:rsid w:val="00B7518E"/>
    <w:rsid w:val="00B75946"/>
    <w:rsid w:val="00B8056E"/>
    <w:rsid w:val="00B819C8"/>
    <w:rsid w:val="00B82308"/>
    <w:rsid w:val="00B90885"/>
    <w:rsid w:val="00B9587A"/>
    <w:rsid w:val="00BB520A"/>
    <w:rsid w:val="00BD1D9C"/>
    <w:rsid w:val="00BD3869"/>
    <w:rsid w:val="00BD66E9"/>
    <w:rsid w:val="00BD6FF4"/>
    <w:rsid w:val="00BF2C41"/>
    <w:rsid w:val="00BF446F"/>
    <w:rsid w:val="00C03EEA"/>
    <w:rsid w:val="00C049B2"/>
    <w:rsid w:val="00C058B4"/>
    <w:rsid w:val="00C05F44"/>
    <w:rsid w:val="00C131B5"/>
    <w:rsid w:val="00C14C4F"/>
    <w:rsid w:val="00C16ABF"/>
    <w:rsid w:val="00C170AE"/>
    <w:rsid w:val="00C17195"/>
    <w:rsid w:val="00C2018D"/>
    <w:rsid w:val="00C26CB7"/>
    <w:rsid w:val="00C324C1"/>
    <w:rsid w:val="00C3250E"/>
    <w:rsid w:val="00C36992"/>
    <w:rsid w:val="00C373B5"/>
    <w:rsid w:val="00C40021"/>
    <w:rsid w:val="00C56036"/>
    <w:rsid w:val="00C61DC5"/>
    <w:rsid w:val="00C67E92"/>
    <w:rsid w:val="00C70A26"/>
    <w:rsid w:val="00C70C0C"/>
    <w:rsid w:val="00C734C3"/>
    <w:rsid w:val="00C766DF"/>
    <w:rsid w:val="00C80078"/>
    <w:rsid w:val="00C81D15"/>
    <w:rsid w:val="00C94B98"/>
    <w:rsid w:val="00CA2B96"/>
    <w:rsid w:val="00CA5089"/>
    <w:rsid w:val="00CA56E5"/>
    <w:rsid w:val="00CD5033"/>
    <w:rsid w:val="00CD6897"/>
    <w:rsid w:val="00CE2D7F"/>
    <w:rsid w:val="00CE2EB5"/>
    <w:rsid w:val="00CE5BAC"/>
    <w:rsid w:val="00CF25BE"/>
    <w:rsid w:val="00CF78ED"/>
    <w:rsid w:val="00D02B25"/>
    <w:rsid w:val="00D02EBA"/>
    <w:rsid w:val="00D17C3C"/>
    <w:rsid w:val="00D20863"/>
    <w:rsid w:val="00D23809"/>
    <w:rsid w:val="00D26B2C"/>
    <w:rsid w:val="00D32C52"/>
    <w:rsid w:val="00D33FEE"/>
    <w:rsid w:val="00D352C9"/>
    <w:rsid w:val="00D425B2"/>
    <w:rsid w:val="00D428D6"/>
    <w:rsid w:val="00D533A1"/>
    <w:rsid w:val="00D552B2"/>
    <w:rsid w:val="00D608D1"/>
    <w:rsid w:val="00D74119"/>
    <w:rsid w:val="00D8075B"/>
    <w:rsid w:val="00D8678B"/>
    <w:rsid w:val="00DA2114"/>
    <w:rsid w:val="00DB6B5B"/>
    <w:rsid w:val="00DC6E20"/>
    <w:rsid w:val="00DD324A"/>
    <w:rsid w:val="00DE09C0"/>
    <w:rsid w:val="00DE43C3"/>
    <w:rsid w:val="00DE4A14"/>
    <w:rsid w:val="00DF320D"/>
    <w:rsid w:val="00DF71C8"/>
    <w:rsid w:val="00E002D6"/>
    <w:rsid w:val="00E129B8"/>
    <w:rsid w:val="00E207C2"/>
    <w:rsid w:val="00E21E7D"/>
    <w:rsid w:val="00E22FBC"/>
    <w:rsid w:val="00E24BF5"/>
    <w:rsid w:val="00E25338"/>
    <w:rsid w:val="00E320B3"/>
    <w:rsid w:val="00E40119"/>
    <w:rsid w:val="00E51E44"/>
    <w:rsid w:val="00E55EE3"/>
    <w:rsid w:val="00E63348"/>
    <w:rsid w:val="00E742AA"/>
    <w:rsid w:val="00E7454D"/>
    <w:rsid w:val="00E75102"/>
    <w:rsid w:val="00E77E88"/>
    <w:rsid w:val="00E80636"/>
    <w:rsid w:val="00E8107D"/>
    <w:rsid w:val="00E82335"/>
    <w:rsid w:val="00E85429"/>
    <w:rsid w:val="00E87CE6"/>
    <w:rsid w:val="00E960BB"/>
    <w:rsid w:val="00EA2074"/>
    <w:rsid w:val="00EA477A"/>
    <w:rsid w:val="00EA4832"/>
    <w:rsid w:val="00EA4E9D"/>
    <w:rsid w:val="00EC4899"/>
    <w:rsid w:val="00ED03AB"/>
    <w:rsid w:val="00ED1085"/>
    <w:rsid w:val="00ED32D2"/>
    <w:rsid w:val="00ED334C"/>
    <w:rsid w:val="00EE32DE"/>
    <w:rsid w:val="00EE5457"/>
    <w:rsid w:val="00EF009B"/>
    <w:rsid w:val="00F0303A"/>
    <w:rsid w:val="00F0368B"/>
    <w:rsid w:val="00F070AB"/>
    <w:rsid w:val="00F17567"/>
    <w:rsid w:val="00F26BE3"/>
    <w:rsid w:val="00F27A7B"/>
    <w:rsid w:val="00F4644F"/>
    <w:rsid w:val="00F526AF"/>
    <w:rsid w:val="00F55C5D"/>
    <w:rsid w:val="00F617C3"/>
    <w:rsid w:val="00F7066B"/>
    <w:rsid w:val="00F73E6F"/>
    <w:rsid w:val="00F74639"/>
    <w:rsid w:val="00F81D8A"/>
    <w:rsid w:val="00F83B28"/>
    <w:rsid w:val="00F877AB"/>
    <w:rsid w:val="00F9155C"/>
    <w:rsid w:val="00F974DA"/>
    <w:rsid w:val="00F979C5"/>
    <w:rsid w:val="00FA46E5"/>
    <w:rsid w:val="00FB7DBA"/>
    <w:rsid w:val="00FC1C25"/>
    <w:rsid w:val="00FC3F45"/>
    <w:rsid w:val="00FD1D5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8E028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C70C0C"/>
    <w:pPr>
      <w:widowControl w:val="0"/>
      <w:autoSpaceDE w:val="0"/>
      <w:autoSpaceDN w:val="0"/>
      <w:spacing w:after="0" w:line="240" w:lineRule="auto"/>
      <w:ind w:left="107"/>
    </w:pPr>
    <w:rPr>
      <w:rFonts w:ascii="Corbel" w:eastAsia="Corbel" w:hAnsi="Corbel" w:cs="Corbel"/>
    </w:rPr>
  </w:style>
  <w:style w:type="paragraph" w:styleId="NormalnyWeb">
    <w:name w:val="Normal (Web)"/>
    <w:basedOn w:val="Normalny"/>
    <w:uiPriority w:val="99"/>
    <w:semiHidden/>
    <w:unhideWhenUsed/>
    <w:rsid w:val="00C70C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3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E7B3B-7BE7-45D6-80EC-0B89B3E25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1202</Words>
  <Characters>7212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Dominika Nowak</cp:lastModifiedBy>
  <cp:revision>7</cp:revision>
  <cp:lastPrinted>2019-02-06T12:12:00Z</cp:lastPrinted>
  <dcterms:created xsi:type="dcterms:W3CDTF">2021-12-12T17:01:00Z</dcterms:created>
  <dcterms:modified xsi:type="dcterms:W3CDTF">2022-09-16T08:47:00Z</dcterms:modified>
</cp:coreProperties>
</file>